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B46" w:rsidRDefault="00E53B0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吉林师范大学推荐</w:t>
      </w:r>
      <w:r>
        <w:rPr>
          <w:rFonts w:ascii="方正小标宋简体" w:eastAsia="方正小标宋简体" w:hint="eastAsia"/>
          <w:sz w:val="44"/>
          <w:szCs w:val="44"/>
        </w:rPr>
        <w:t>201</w:t>
      </w:r>
      <w:r>
        <w:rPr>
          <w:rFonts w:ascii="方正小标宋简体" w:eastAsia="方正小标宋简体" w:hint="eastAsia"/>
          <w:sz w:val="44"/>
          <w:szCs w:val="44"/>
        </w:rPr>
        <w:t>9</w:t>
      </w:r>
      <w:r>
        <w:rPr>
          <w:rFonts w:ascii="方正小标宋简体" w:eastAsia="方正小标宋简体" w:hint="eastAsia"/>
          <w:sz w:val="44"/>
          <w:szCs w:val="44"/>
        </w:rPr>
        <w:t>届优秀本科毕业生免试攻读研究生</w:t>
      </w:r>
      <w:r>
        <w:rPr>
          <w:rFonts w:ascii="方正小标宋简体" w:eastAsia="方正小标宋简体" w:hint="eastAsia"/>
          <w:sz w:val="44"/>
          <w:szCs w:val="44"/>
        </w:rPr>
        <w:t>录取学校情况</w:t>
      </w:r>
    </w:p>
    <w:tbl>
      <w:tblPr>
        <w:tblW w:w="9829" w:type="dxa"/>
        <w:jc w:val="center"/>
        <w:tblLayout w:type="fixed"/>
        <w:tblLook w:val="04A0" w:firstRow="1" w:lastRow="0" w:firstColumn="1" w:lastColumn="0" w:noHBand="0" w:noVBand="1"/>
      </w:tblPr>
      <w:tblGrid>
        <w:gridCol w:w="650"/>
        <w:gridCol w:w="1733"/>
        <w:gridCol w:w="1650"/>
        <w:gridCol w:w="1740"/>
        <w:gridCol w:w="1200"/>
        <w:gridCol w:w="1680"/>
        <w:gridCol w:w="1176"/>
      </w:tblGrid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本科学号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本科专业名称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报考学校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学校属性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文学院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201531010126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汉语言文学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许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童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文学院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201531010305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汉语言文学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王美霁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马克思主义学院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201532010224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思想政治教育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擎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马克思主义学院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201532010120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思想政治教育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张露予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历史文化学院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201533010113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历史学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屈晨熙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上海大学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历史文化学院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201533010329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历史学（满族语言文化方向）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陈薪如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南京师范大学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历史文化学院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201533020421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民族学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张亚男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外国语学院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201534010113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雪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37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外国语学院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201534010238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庞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悦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南京师范大学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教育科学学院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201542040140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胡林娣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教育科学学院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201542010126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小学教育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李向楠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教育科学学院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201542060214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学前教育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（中韩合作）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赵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莹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22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美术学院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201543040403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晓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陕西师范大学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3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美术学院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201543060304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环境设计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罗穆辉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江南大学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6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数学学院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201535010323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数学与应用数学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郝芳芳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首都师范大学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2B46">
        <w:trPr>
          <w:trHeight w:val="60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数学学院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201535010428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数学与应用数学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蕊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苏州大学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7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物理学院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201536010317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孙晓煦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中国科学院大学—长春光学精密机械与物理研究所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2B46">
        <w:trPr>
          <w:trHeight w:val="41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物理学院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201536010216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397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物理学院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201536020120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应用物理学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赵雪梅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深圳大学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2B46">
        <w:trPr>
          <w:trHeight w:val="409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化学学院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201537010244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爽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华中科技大学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29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化学学院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201537010246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路云凤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南京师范大学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9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化学学院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201537020112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应用化学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邱笑阳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华中科技大学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13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生命科学学院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201538010229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生物科学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于明艳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0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24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生命科学学院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201538010132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生物科学（卓师）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2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旅游与地理科学学院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201539010210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地理科学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淞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02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旅游与地理科学学院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201539040130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地理信息科学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张秀华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首都师范大学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2B46">
        <w:trPr>
          <w:trHeight w:val="48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计算机学院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201541030219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软件工程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纬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吉林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2B46">
        <w:trPr>
          <w:trHeight w:val="60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计算机学院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201541020119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信息管理与信息系统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杨紫岩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37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201540030107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37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201540040212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社会体育指导与管理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吉林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师范大学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2B46">
        <w:trPr>
          <w:trHeight w:val="42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新闻与传播学院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201544010108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编辑出版学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何宛豫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安徽大学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0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新闻与传播学院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201544020219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新闻学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刘禹帆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暨南大学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3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信息技术学院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201545010103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电子信息工程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张金鹏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西安电子科技大学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398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信息技术学院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201545020125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通信工程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仲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苏州大学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3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音乐学院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201547010301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音乐学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蔡国庆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吉林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2B46">
        <w:trPr>
          <w:trHeight w:val="3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管理学院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201546030503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刘宜轩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3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管理学院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201546010211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公共事业管理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甜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东北大学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3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环境科学与工程学院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201548010116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环境工程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娟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山东大学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08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经法学院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201549010205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国际经济与贸易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杨雨芬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湖南大学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985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2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经法学院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201532020110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上海大学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211</w:t>
            </w:r>
            <w:r>
              <w:rPr>
                <w:rFonts w:ascii="仿宋_GB2312" w:eastAsia="仿宋_GB2312" w:hAnsiTheme="minorEastAsia" w:hint="eastAsia"/>
                <w:color w:val="FF0000"/>
                <w:szCs w:val="21"/>
              </w:rPr>
              <w:t>工程</w:t>
            </w:r>
          </w:p>
        </w:tc>
      </w:tr>
      <w:tr w:rsidR="00932B46">
        <w:trPr>
          <w:trHeight w:val="42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旅游与地理科学学院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201539040121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地理信息科学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王天骄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吉林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</w:p>
        </w:tc>
      </w:tr>
      <w:tr w:rsidR="00932B46">
        <w:trPr>
          <w:trHeight w:val="42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马克思主义学院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201532030121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政治学与行政学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赵嘉尧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E53B0D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吉林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师范大学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46" w:rsidRDefault="00932B46"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EastAsia"/>
                <w:color w:val="FF0000"/>
                <w:szCs w:val="21"/>
              </w:rPr>
            </w:pPr>
          </w:p>
        </w:tc>
      </w:tr>
    </w:tbl>
    <w:p w:rsidR="00932B46" w:rsidRDefault="00932B46">
      <w:pPr>
        <w:rPr>
          <w:rFonts w:asciiTheme="minorEastAsia" w:hAnsiTheme="minorEastAsia"/>
          <w:szCs w:val="21"/>
        </w:rPr>
      </w:pPr>
    </w:p>
    <w:p w:rsidR="00932B46" w:rsidRDefault="00E53B0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注：序号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—</w:t>
      </w:r>
      <w:r>
        <w:rPr>
          <w:rFonts w:asciiTheme="minorEastAsia" w:hAnsiTheme="minorEastAsia" w:hint="eastAsia"/>
          <w:szCs w:val="21"/>
        </w:rPr>
        <w:t>40</w:t>
      </w:r>
      <w:r>
        <w:rPr>
          <w:rFonts w:asciiTheme="minorEastAsia" w:hAnsiTheme="minorEastAsia" w:hint="eastAsia"/>
          <w:szCs w:val="21"/>
        </w:rPr>
        <w:t>为优</w:t>
      </w:r>
      <w:proofErr w:type="gramStart"/>
      <w:r>
        <w:rPr>
          <w:rFonts w:asciiTheme="minorEastAsia" w:hAnsiTheme="minorEastAsia" w:hint="eastAsia"/>
          <w:szCs w:val="21"/>
        </w:rPr>
        <w:t>学推免</w:t>
      </w:r>
      <w:proofErr w:type="gramEnd"/>
      <w:r>
        <w:rPr>
          <w:rFonts w:asciiTheme="minorEastAsia" w:hAnsiTheme="minorEastAsia" w:hint="eastAsia"/>
          <w:szCs w:val="21"/>
        </w:rPr>
        <w:t>学生，序号</w:t>
      </w:r>
      <w:r>
        <w:rPr>
          <w:rFonts w:asciiTheme="minorEastAsia" w:hAnsiTheme="minorEastAsia" w:hint="eastAsia"/>
          <w:szCs w:val="21"/>
        </w:rPr>
        <w:t>41</w:t>
      </w:r>
      <w:r>
        <w:rPr>
          <w:rFonts w:asciiTheme="minorEastAsia" w:hAnsiTheme="minorEastAsia" w:hint="eastAsia"/>
          <w:szCs w:val="21"/>
        </w:rPr>
        <w:t>—</w:t>
      </w:r>
      <w:r>
        <w:rPr>
          <w:rFonts w:asciiTheme="minorEastAsia" w:hAnsiTheme="minorEastAsia" w:hint="eastAsia"/>
          <w:szCs w:val="21"/>
        </w:rPr>
        <w:t>42</w:t>
      </w:r>
      <w:r>
        <w:rPr>
          <w:rFonts w:asciiTheme="minorEastAsia" w:hAnsiTheme="minorEastAsia" w:hint="eastAsia"/>
          <w:szCs w:val="21"/>
        </w:rPr>
        <w:t>为</w:t>
      </w:r>
      <w:proofErr w:type="gramStart"/>
      <w:r>
        <w:rPr>
          <w:rFonts w:asciiTheme="minorEastAsia" w:hAnsiTheme="minorEastAsia" w:hint="eastAsia"/>
          <w:szCs w:val="21"/>
        </w:rPr>
        <w:t>优干推免</w:t>
      </w:r>
      <w:proofErr w:type="gramEnd"/>
      <w:r>
        <w:rPr>
          <w:rFonts w:asciiTheme="minorEastAsia" w:hAnsiTheme="minorEastAsia" w:hint="eastAsia"/>
          <w:szCs w:val="21"/>
        </w:rPr>
        <w:t>学生。</w:t>
      </w:r>
    </w:p>
    <w:p w:rsidR="00932B46" w:rsidRDefault="00932B46">
      <w:pPr>
        <w:ind w:firstLine="645"/>
        <w:rPr>
          <w:rFonts w:ascii="仿宋_GB2312" w:eastAsia="仿宋_GB2312"/>
          <w:sz w:val="32"/>
          <w:szCs w:val="32"/>
        </w:rPr>
      </w:pPr>
    </w:p>
    <w:p w:rsidR="00932B46" w:rsidRDefault="00932B46">
      <w:pPr>
        <w:ind w:firstLine="645"/>
        <w:rPr>
          <w:rFonts w:ascii="仿宋_GB2312" w:eastAsia="仿宋_GB2312"/>
          <w:sz w:val="32"/>
          <w:szCs w:val="32"/>
        </w:rPr>
      </w:pPr>
    </w:p>
    <w:p w:rsidR="00932B46" w:rsidRDefault="00932B46" w:rsidP="00522E2D">
      <w:pPr>
        <w:snapToGrid w:val="0"/>
        <w:spacing w:line="0" w:lineRule="atLeast"/>
        <w:rPr>
          <w:rFonts w:ascii="方正小标宋简体" w:eastAsia="方正小标宋简体"/>
          <w:sz w:val="44"/>
          <w:szCs w:val="44"/>
        </w:rPr>
      </w:pPr>
    </w:p>
    <w:p w:rsidR="00932B46" w:rsidRDefault="00E53B0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        </w:t>
      </w:r>
      <w:r w:rsidR="00522E2D">
        <w:rPr>
          <w:rFonts w:ascii="仿宋_GB2312" w:eastAsia="仿宋_GB2312" w:hAnsiTheme="minorEastAsia" w:hint="eastAsia"/>
          <w:sz w:val="32"/>
          <w:szCs w:val="32"/>
        </w:rPr>
        <w:t xml:space="preserve">   </w:t>
      </w:r>
      <w:bookmarkStart w:id="0" w:name="_GoBack"/>
      <w:bookmarkEnd w:id="0"/>
      <w:r>
        <w:rPr>
          <w:rFonts w:ascii="仿宋_GB2312" w:eastAsia="仿宋_GB2312" w:hAnsiTheme="minorEastAsia" w:hint="eastAsia"/>
          <w:sz w:val="32"/>
          <w:szCs w:val="32"/>
        </w:rPr>
        <w:t xml:space="preserve"> </w:t>
      </w:r>
      <w:r w:rsidR="00522E2D">
        <w:rPr>
          <w:rFonts w:ascii="仿宋_GB2312" w:eastAsia="仿宋_GB2312" w:hint="eastAsia"/>
          <w:sz w:val="32"/>
          <w:szCs w:val="32"/>
        </w:rPr>
        <w:t>教务处</w:t>
      </w:r>
    </w:p>
    <w:p w:rsidR="00932B46" w:rsidRDefault="00E53B0D">
      <w:pPr>
        <w:ind w:firstLine="645"/>
        <w:rPr>
          <w:rFonts w:ascii="方正小标宋简体" w:eastAsia="方正小标宋简体"/>
          <w:sz w:val="44"/>
          <w:szCs w:val="44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29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932B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0D" w:rsidRDefault="00E53B0D" w:rsidP="00522E2D">
      <w:r>
        <w:separator/>
      </w:r>
    </w:p>
  </w:endnote>
  <w:endnote w:type="continuationSeparator" w:id="0">
    <w:p w:rsidR="00E53B0D" w:rsidRDefault="00E53B0D" w:rsidP="0052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0D" w:rsidRDefault="00E53B0D" w:rsidP="00522E2D">
      <w:r>
        <w:separator/>
      </w:r>
    </w:p>
  </w:footnote>
  <w:footnote w:type="continuationSeparator" w:id="0">
    <w:p w:rsidR="00E53B0D" w:rsidRDefault="00E53B0D" w:rsidP="00522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93F8D"/>
    <w:rsid w:val="00522E2D"/>
    <w:rsid w:val="00932B46"/>
    <w:rsid w:val="00E53B0D"/>
    <w:rsid w:val="5D793F8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22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22E2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22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22E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22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22E2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22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22E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>Sky123.Org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Sky123.Org</cp:lastModifiedBy>
  <cp:revision>2</cp:revision>
  <dcterms:created xsi:type="dcterms:W3CDTF">2018-10-29T08:31:00Z</dcterms:created>
  <dcterms:modified xsi:type="dcterms:W3CDTF">2018-10-29T08:43:00Z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